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科目代码：839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科目名称：影视传播理论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（一）传播学的研究对象和研究体系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1.传播学的定义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2.传播学的研究对象和宗旨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3.传播学的学科特点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4.传播学与其他学科的关系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5.传播学的知识层次和理论框架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（二）传播学的研究方法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1.传播学研究方法的基本特点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2.传播学研究方法的主要种类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（三）传</w:t>
      </w:r>
      <w:r>
        <w:rPr>
          <w:rFonts w:hint="eastAsia" w:ascii="宋体" w:hAnsi="宋体" w:eastAsia="宋体"/>
          <w:color w:val="auto"/>
          <w:sz w:val="28"/>
          <w:szCs w:val="28"/>
        </w:rPr>
        <w:t>播学的回顾与展望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1.传播学的欧洲渊源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2.美国传播学的孕育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3.传播学的五位创始人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4.传播学的完善者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（四）传播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1.传播的概念和特点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2.传播的分类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3.传播的革命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4.传播的模式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5.传播的功能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6.传播的原则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（五）传播者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1.个人层面的传播者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2.媒介组织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3.传播制度研究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（六）传播与信息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1.信息研究简述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2.信息的传播分析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3.信息的特征与分类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4.信息爆炸与信息匮乏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信息污染与信息侵略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（七）传播与符号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.符号、意义与传播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.符号的特性、功能与易读性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.语音符号与非语言符号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传播的符号学研究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（八）传播媒介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1.传播媒介的概念与特点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2.传播媒介的类型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3.媒介理论述评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（九）传播的谋略与技巧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1.传播的谋略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2.传播的技巧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（十）受众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1.受众的形貌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2.受众研究的理论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3.受众的心理和选择机制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4.受众的反馈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5.意见领袖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（十一）传播环境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传播与环境的关系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.传播环境的特征和类型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.地理环境与物理环境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.媒介环境与社会环境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传播环境与媒介生态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（十二）传播效果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1.传播效果研究的历程与阶段理论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2.传播效果研究的断面理论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.传播效果的实质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传播效果的形成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（一）影视传播的发展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（二）影视传播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（三）影视传播的内容、功能和效果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（四）影视传播的符号系统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（五）影视传播的语言系统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（六）影视传播的形态和过程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（七）影视传播的接受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（八）影视的文化美学品格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YyZjU2MDU1YzdmYzBiODUxNjZhMzc2M2I4MzIwMmUifQ=="/>
  </w:docVars>
  <w:rsids>
    <w:rsidRoot w:val="00232963"/>
    <w:rsid w:val="000F57F4"/>
    <w:rsid w:val="00232963"/>
    <w:rsid w:val="002E0B63"/>
    <w:rsid w:val="002E6F80"/>
    <w:rsid w:val="0030510F"/>
    <w:rsid w:val="00337C52"/>
    <w:rsid w:val="00381A2F"/>
    <w:rsid w:val="003A7037"/>
    <w:rsid w:val="003E3CEE"/>
    <w:rsid w:val="00497602"/>
    <w:rsid w:val="004D39C9"/>
    <w:rsid w:val="004F72B8"/>
    <w:rsid w:val="00553BB0"/>
    <w:rsid w:val="006614AC"/>
    <w:rsid w:val="0071100E"/>
    <w:rsid w:val="00811653"/>
    <w:rsid w:val="00852046"/>
    <w:rsid w:val="00871A99"/>
    <w:rsid w:val="008A70E3"/>
    <w:rsid w:val="00911ECF"/>
    <w:rsid w:val="009347AE"/>
    <w:rsid w:val="009C15E4"/>
    <w:rsid w:val="009D2348"/>
    <w:rsid w:val="00A10B0E"/>
    <w:rsid w:val="00AB2129"/>
    <w:rsid w:val="00AD7FC3"/>
    <w:rsid w:val="00B867D2"/>
    <w:rsid w:val="00DA0110"/>
    <w:rsid w:val="00DA2C50"/>
    <w:rsid w:val="00DB7BD5"/>
    <w:rsid w:val="00DC3AA8"/>
    <w:rsid w:val="00E33959"/>
    <w:rsid w:val="00E9093A"/>
    <w:rsid w:val="00EA696C"/>
    <w:rsid w:val="00EF5CED"/>
    <w:rsid w:val="00F0519D"/>
    <w:rsid w:val="00FA36E8"/>
    <w:rsid w:val="15BF0943"/>
    <w:rsid w:val="300C0C73"/>
    <w:rsid w:val="3CE262DC"/>
    <w:rsid w:val="77FB1B93"/>
    <w:rsid w:val="7AC05E6B"/>
    <w:rsid w:val="BFFCC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122</Words>
  <Characters>697</Characters>
  <Lines>5</Lines>
  <Paragraphs>1</Paragraphs>
  <TotalTime>214</TotalTime>
  <ScaleCrop>false</ScaleCrop>
  <LinksUpToDate>false</LinksUpToDate>
  <CharactersWithSpaces>818</CharactersWithSpaces>
  <Application>WPS Office_6.0.2.8225_F1E327BC-269C-435d-A152-05C5408002CA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2023-09-15T21:13:00Z</dcterms:created>
  <dc:creator>hp</dc:creator>
  <cp:lastModifiedBy>果果</cp:lastModifiedBy>
  <dcterms:modified xsi:type="dcterms:W3CDTF">2023-09-17T16:18:36Z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4BE7A33D33C644AAA8F039AC5090C7C0</vt:lpwstr>
  </property>
</Properties>
</file>