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B1CE9">
      <w:pPr>
        <w:jc w:val="center"/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b/>
          <w:color w:val="auto"/>
          <w:sz w:val="28"/>
          <w:szCs w:val="28"/>
        </w:rPr>
        <w:t>年全国硕士研究生招生考试初试自命题科目考试大纲</w:t>
      </w:r>
    </w:p>
    <w:p w14:paraId="769EC275">
      <w:pPr>
        <w:rPr>
          <w:rFonts w:hint="default" w:ascii="Calibri" w:hAnsi="Calibri" w:eastAsia="宋体" w:cs="Calibri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科目代码：</w:t>
      </w:r>
      <w:r>
        <w:rPr>
          <w:rFonts w:hint="default" w:ascii="Calibri" w:hAnsi="Calibri" w:eastAsia="宋体" w:cs="Calibri"/>
          <w:color w:val="auto"/>
          <w:sz w:val="28"/>
          <w:szCs w:val="28"/>
        </w:rPr>
        <w:t>635</w:t>
      </w:r>
    </w:p>
    <w:p w14:paraId="40D66CCC">
      <w:pPr>
        <w:rPr>
          <w:rFonts w:hint="default" w:ascii="Calibri" w:hAnsi="Calibri" w:eastAsia="宋体" w:cs="Calibri"/>
          <w:color w:val="auto"/>
          <w:sz w:val="28"/>
          <w:szCs w:val="28"/>
        </w:rPr>
      </w:pPr>
      <w:r>
        <w:rPr>
          <w:rFonts w:hint="default" w:ascii="Calibri" w:hAnsi="Calibri" w:eastAsia="宋体" w:cs="Calibri"/>
          <w:color w:val="auto"/>
          <w:sz w:val="28"/>
          <w:szCs w:val="28"/>
        </w:rPr>
        <w:t>科目名称：艺术</w:t>
      </w:r>
      <w:r>
        <w:rPr>
          <w:rFonts w:hint="default" w:ascii="Calibri" w:hAnsi="Calibri" w:eastAsia="宋体" w:cs="Calibri"/>
          <w:color w:val="auto"/>
          <w:sz w:val="28"/>
          <w:szCs w:val="28"/>
          <w:lang w:eastAsia="zh-CN"/>
        </w:rPr>
        <w:t>学</w:t>
      </w:r>
      <w:r>
        <w:rPr>
          <w:rFonts w:hint="default" w:ascii="Calibri" w:hAnsi="Calibri" w:eastAsia="宋体" w:cs="Calibri"/>
          <w:color w:val="auto"/>
          <w:sz w:val="28"/>
          <w:szCs w:val="28"/>
        </w:rPr>
        <w:t>原理</w:t>
      </w:r>
    </w:p>
    <w:p w14:paraId="1213587E">
      <w:pPr>
        <w:rPr>
          <w:rFonts w:hint="default" w:ascii="Calibri" w:hAnsi="Calibri" w:eastAsia="宋体" w:cs="Calibri"/>
          <w:b w:val="0"/>
          <w:bCs w:val="0"/>
          <w:color w:val="auto"/>
          <w:sz w:val="28"/>
          <w:szCs w:val="28"/>
        </w:rPr>
      </w:pPr>
      <w:r>
        <w:rPr>
          <w:rFonts w:hint="default" w:ascii="Calibri" w:hAnsi="Calibri" w:eastAsia="宋体" w:cs="Calibri"/>
          <w:color w:val="auto"/>
          <w:sz w:val="28"/>
          <w:szCs w:val="28"/>
        </w:rPr>
        <w:t>满</w:t>
      </w:r>
      <w:r>
        <w:rPr>
          <w:rFonts w:hint="default" w:ascii="Calibri" w:hAnsi="Calibri" w:eastAsia="宋体" w:cs="Calibri"/>
          <w:b w:val="0"/>
          <w:bCs w:val="0"/>
          <w:color w:val="auto"/>
          <w:sz w:val="28"/>
          <w:szCs w:val="28"/>
        </w:rPr>
        <w:t>分：150分</w:t>
      </w:r>
    </w:p>
    <w:p w14:paraId="30E5847C">
      <w:pPr>
        <w:rPr>
          <w:rFonts w:ascii="宋体" w:hAnsi="宋体" w:eastAsia="宋体"/>
          <w:color w:val="auto"/>
          <w:sz w:val="28"/>
          <w:szCs w:val="28"/>
          <w:shd w:val="pct10" w:color="auto" w:fill="FFFFFF"/>
        </w:rPr>
      </w:pPr>
      <w:bookmarkStart w:id="0" w:name="_GoBack"/>
      <w:bookmarkEnd w:id="0"/>
    </w:p>
    <w:p w14:paraId="277C80F5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第一部分 艺术总论</w:t>
      </w:r>
    </w:p>
    <w:p w14:paraId="1098D9C3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1.艺术的本质与特征</w:t>
      </w:r>
    </w:p>
    <w:p w14:paraId="314CBF51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艺术的本质</w:t>
      </w:r>
    </w:p>
    <w:p w14:paraId="40C3E64A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艺术的特征</w:t>
      </w:r>
    </w:p>
    <w:p w14:paraId="41C9ADFA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2.艺术的起源</w:t>
      </w:r>
    </w:p>
    <w:p w14:paraId="4CEBC808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关于艺术起源的几种观点</w:t>
      </w:r>
    </w:p>
    <w:p w14:paraId="3C3EF56F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3.艺术的功能与艺术教育</w:t>
      </w:r>
    </w:p>
    <w:p w14:paraId="60930FE3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艺术的社会功能</w:t>
      </w:r>
    </w:p>
    <w:p w14:paraId="4C86BB7B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艺术教育</w:t>
      </w:r>
    </w:p>
    <w:p w14:paraId="3AF8E477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4.文化系统中的艺术</w:t>
      </w:r>
    </w:p>
    <w:p w14:paraId="464CEF92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作为文化现象的艺术</w:t>
      </w:r>
    </w:p>
    <w:p w14:paraId="6D5A2FAD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艺术与哲学</w:t>
      </w:r>
    </w:p>
    <w:p w14:paraId="40BD9F3B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艺术与宗教</w:t>
      </w:r>
    </w:p>
    <w:p w14:paraId="6E429A3E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艺术与道德</w:t>
      </w:r>
    </w:p>
    <w:p w14:paraId="17B7C6B8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艺术与科学</w:t>
      </w:r>
    </w:p>
    <w:p w14:paraId="16C1E9DF">
      <w:pPr>
        <w:rPr>
          <w:rFonts w:ascii="宋体" w:hAnsi="宋体" w:eastAsia="宋体"/>
          <w:color w:val="auto"/>
          <w:sz w:val="28"/>
          <w:szCs w:val="28"/>
        </w:rPr>
      </w:pPr>
    </w:p>
    <w:p w14:paraId="369F6CDA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第二部分 艺术系统</w:t>
      </w:r>
    </w:p>
    <w:p w14:paraId="52ECF537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1.艺术创作</w:t>
      </w:r>
    </w:p>
    <w:p w14:paraId="65A2353F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艺术创作主体——艺术家</w:t>
      </w:r>
    </w:p>
    <w:p w14:paraId="602BABED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艺术创作过程</w:t>
      </w:r>
    </w:p>
    <w:p w14:paraId="6723A645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艺术创作心理</w:t>
      </w:r>
    </w:p>
    <w:p w14:paraId="5769551D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艺术风格、艺术流派、艺术思潮</w:t>
      </w:r>
    </w:p>
    <w:p w14:paraId="25BB6C09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2.艺术作品</w:t>
      </w:r>
    </w:p>
    <w:p w14:paraId="39741744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艺术作品的层次</w:t>
      </w:r>
    </w:p>
    <w:p w14:paraId="58B2867D"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典型和意境</w:t>
      </w:r>
    </w:p>
    <w:p w14:paraId="4126F199">
      <w:pPr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中国传统艺术精神</w:t>
      </w:r>
    </w:p>
    <w:p w14:paraId="3C87D20D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3.艺术鉴赏</w:t>
      </w:r>
    </w:p>
    <w:p w14:paraId="2328BA45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艺术鉴赏的一般规律</w:t>
      </w:r>
    </w:p>
    <w:p w14:paraId="2ACDD501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艺术鉴赏的审美心理</w:t>
      </w:r>
    </w:p>
    <w:p w14:paraId="75C5296C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艺术鉴赏的审美过程</w:t>
      </w:r>
    </w:p>
    <w:p w14:paraId="27E34CEA"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艺术鉴赏与艺术批评</w:t>
      </w:r>
    </w:p>
    <w:p w14:paraId="453F278C">
      <w:pPr>
        <w:rPr>
          <w:rFonts w:hint="eastAsia" w:ascii="宋体" w:hAnsi="宋体" w:eastAsia="宋体"/>
          <w:color w:val="auto"/>
          <w:sz w:val="28"/>
          <w:szCs w:val="28"/>
        </w:rPr>
      </w:pPr>
    </w:p>
    <w:p w14:paraId="58E2E156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第三部分 艺术种类</w:t>
      </w:r>
    </w:p>
    <w:p w14:paraId="46792269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1.音乐</w:t>
      </w:r>
    </w:p>
    <w:p w14:paraId="419273A1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音乐的特性、功能</w:t>
      </w:r>
    </w:p>
    <w:p w14:paraId="2727CA3C"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音乐与其他艺术门类的联系</w:t>
      </w:r>
    </w:p>
    <w:p w14:paraId="547F1C4C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音乐构成的形式要素</w:t>
      </w:r>
    </w:p>
    <w:p w14:paraId="1EAD7D22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音乐艺术发展的历史线索</w:t>
      </w:r>
    </w:p>
    <w:p w14:paraId="4402F32D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音乐体裁</w:t>
      </w:r>
    </w:p>
    <w:p w14:paraId="6FFD4B9A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2.戏剧</w:t>
      </w:r>
    </w:p>
    <w:p w14:paraId="06EE078F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戏剧的定义、功能、特性、审美特征</w:t>
      </w:r>
    </w:p>
    <w:p w14:paraId="6021DB45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戏剧体裁</w:t>
      </w:r>
    </w:p>
    <w:p w14:paraId="44B9E688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戏剧创作的基本技巧</w:t>
      </w:r>
    </w:p>
    <w:p w14:paraId="53CD09B8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戏剧发展的历史线索</w:t>
      </w:r>
    </w:p>
    <w:p w14:paraId="1F67777F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3.戏曲</w:t>
      </w:r>
    </w:p>
    <w:p w14:paraId="6702B3DE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戏曲的含义、基本特征</w:t>
      </w:r>
    </w:p>
    <w:p w14:paraId="6E1C63FE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中国戏曲史</w:t>
      </w:r>
    </w:p>
    <w:p w14:paraId="338D292A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戏曲声腔剧种</w:t>
      </w:r>
    </w:p>
    <w:p w14:paraId="613AAB96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戏曲文学</w:t>
      </w:r>
    </w:p>
    <w:p w14:paraId="2650E2E2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戏曲音乐</w:t>
      </w:r>
    </w:p>
    <w:p w14:paraId="1685298F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戏曲表演</w:t>
      </w:r>
    </w:p>
    <w:p w14:paraId="37A2F792"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戏曲舞台美术</w:t>
      </w:r>
    </w:p>
    <w:p w14:paraId="1765D36C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4.电影</w:t>
      </w:r>
    </w:p>
    <w:p w14:paraId="1B98FABE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电影分类、特性、功能</w:t>
      </w:r>
    </w:p>
    <w:p w14:paraId="0962152F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电影画面、声音、蒙太奇、长镜头</w:t>
      </w:r>
    </w:p>
    <w:p w14:paraId="0431FAF7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电影艺术发展的历史线索</w:t>
      </w:r>
    </w:p>
    <w:p w14:paraId="1FE85389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5.广播电视艺术</w:t>
      </w:r>
    </w:p>
    <w:p w14:paraId="59DC75F0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广播电视艺术的概念、类型</w:t>
      </w:r>
    </w:p>
    <w:p w14:paraId="48573C2A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广播电视的艺术要素及艺术技巧</w:t>
      </w:r>
    </w:p>
    <w:p w14:paraId="36BF590B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6.舞蹈</w:t>
      </w:r>
    </w:p>
    <w:p w14:paraId="31529B48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舞蹈的定义</w:t>
      </w:r>
    </w:p>
    <w:p w14:paraId="6457EDB6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舞蹈的种类</w:t>
      </w:r>
    </w:p>
    <w:p w14:paraId="7F1497D8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7.美术</w:t>
      </w:r>
    </w:p>
    <w:p w14:paraId="2EC351C9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美术的概念、功能、分类</w:t>
      </w:r>
    </w:p>
    <w:p w14:paraId="6A457242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美术作品构成的要素</w:t>
      </w:r>
    </w:p>
    <w:p w14:paraId="24B3F5E7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美术发展的历史线索</w:t>
      </w:r>
    </w:p>
    <w:p w14:paraId="5ABC9B0F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美术批评与鉴赏</w:t>
      </w:r>
    </w:p>
    <w:p w14:paraId="0C2B2F21"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中外美术名家名作及风格流派</w:t>
      </w:r>
    </w:p>
    <w:p w14:paraId="35562208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8.艺术设计</w:t>
      </w:r>
    </w:p>
    <w:p w14:paraId="23D66211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艺术设计的理念</w:t>
      </w:r>
    </w:p>
    <w:p w14:paraId="738D704B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艺术设计的基本元素与构成</w:t>
      </w:r>
    </w:p>
    <w:p w14:paraId="7AECE7D2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艺术设计的造型与装饰的体现</w:t>
      </w:r>
    </w:p>
    <w:p w14:paraId="3CE7BC7B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艺术设计的领域与分类</w:t>
      </w:r>
    </w:p>
    <w:p w14:paraId="4524A49D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中国工艺美术发展线索</w:t>
      </w:r>
    </w:p>
    <w:p w14:paraId="14F78330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国外现代艺术设计线索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000000"/>
    <w:rsid w:val="24704E94"/>
    <w:rsid w:val="27CA292B"/>
    <w:rsid w:val="68897F66"/>
    <w:rsid w:val="7CC640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611</Words>
  <Characters>633</Characters>
  <Lines>5</Lines>
  <Paragraphs>1</Paragraphs>
  <TotalTime>3</TotalTime>
  <ScaleCrop>false</ScaleCrop>
  <LinksUpToDate>false</LinksUpToDate>
  <CharactersWithSpaces>636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2019-07-17T03:38:00Z</dcterms:created>
  <dc:creator>hp</dc:creator>
  <cp:lastModifiedBy>夭桃秾李</cp:lastModifiedBy>
  <dcterms:modified xsi:type="dcterms:W3CDTF">2024-07-23T03:42:08Z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97C26D15E42D4DE2ABFDE57406CAADA2_13</vt:lpwstr>
  </property>
</Properties>
</file>